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9131C" w14:textId="3F9BEE3C" w:rsidR="00525119" w:rsidRDefault="00525119" w:rsidP="00E20822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1" behindDoc="0" locked="0" layoutInCell="1" allowOverlap="1" wp14:anchorId="48CEB128" wp14:editId="3C6F2093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1" name="Picture 1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0E418777" wp14:editId="02F68E77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8" name="Picture 18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 w:rsidR="00374EB2">
        <w:rPr>
          <w:rFonts w:ascii="Segoe Print" w:hAnsi="Segoe Print"/>
          <w:b/>
          <w:sz w:val="24"/>
        </w:rPr>
        <w:t>30</w:t>
      </w:r>
      <w:r w:rsidR="00D51195" w:rsidRPr="0090117B">
        <w:rPr>
          <w:rFonts w:ascii="Segoe Print" w:hAnsi="Segoe Print"/>
          <w:b/>
          <w:sz w:val="24"/>
        </w:rPr>
        <w:t>.</w:t>
      </w:r>
      <w:r w:rsidR="00936770"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 w:rsidR="00EC4CCA">
        <w:rPr>
          <w:rFonts w:ascii="Segoe Print" w:hAnsi="Segoe Print"/>
          <w:b/>
          <w:sz w:val="24"/>
        </w:rPr>
        <w:tab/>
      </w:r>
      <w:r w:rsidR="00374EB2">
        <w:rPr>
          <w:rFonts w:ascii="Segoe Print" w:hAnsi="Segoe Print"/>
          <w:b/>
          <w:sz w:val="24"/>
        </w:rPr>
        <w:t>Formula and Facts Revision</w:t>
      </w:r>
      <w:r w:rsidR="00EC4CCA">
        <w:rPr>
          <w:rFonts w:ascii="Segoe Print" w:hAnsi="Segoe Print"/>
          <w:b/>
          <w:sz w:val="24"/>
        </w:rPr>
        <w:tab/>
      </w:r>
      <w:r w:rsidR="00EC4CCA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  <w:r w:rsidR="00333535">
        <w:rPr>
          <w:rFonts w:ascii="Segoe Print" w:hAnsi="Segoe Print"/>
          <w:b/>
          <w:sz w:val="24"/>
        </w:rPr>
        <w:tab/>
      </w:r>
    </w:p>
    <w:p w14:paraId="63BEE419" w14:textId="28B523F7" w:rsidR="00E20822" w:rsidRDefault="00E20822" w:rsidP="00E20822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E20822" w:rsidRPr="000A63AF" w14:paraId="7C7E9FD7" w14:textId="77777777" w:rsidTr="00174F94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2D418580" w14:textId="77777777" w:rsidR="00E20822" w:rsidRPr="00C240D5" w:rsidRDefault="00E20822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 w:rsidR="0064471D"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2D20ED44" w14:textId="4860F92D" w:rsidR="007C5701" w:rsidRDefault="007C5701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</w:t>
            </w:r>
            <w:r w:rsidR="00174F94">
              <w:rPr>
                <w:rFonts w:ascii="Avenir Book" w:eastAsiaTheme="minorEastAsia" w:hAnsi="Avenir Book"/>
              </w:rPr>
              <w:t xml:space="preserve">Calculate area of the </w:t>
            </w:r>
            <w:r w:rsidR="00095E45">
              <w:rPr>
                <w:rFonts w:ascii="Avenir Book" w:eastAsiaTheme="minorEastAsia" w:hAnsi="Avenir Book"/>
              </w:rPr>
              <w:t>t</w:t>
            </w:r>
            <w:r w:rsidR="0024688E">
              <w:rPr>
                <w:rFonts w:ascii="Avenir Book" w:eastAsiaTheme="minorEastAsia" w:hAnsi="Avenir Book"/>
              </w:rPr>
              <w:t>riangle</w:t>
            </w:r>
            <w:r w:rsidR="00174F94">
              <w:rPr>
                <w:rFonts w:ascii="Avenir Book" w:eastAsiaTheme="minorEastAsia" w:hAnsi="Avenir Book"/>
              </w:rPr>
              <w:t>:</w:t>
            </w:r>
          </w:p>
          <w:p w14:paraId="65D77EB7" w14:textId="7B89846F" w:rsidR="00174F94" w:rsidRPr="00FB0E81" w:rsidRDefault="00613791" w:rsidP="00374EB2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613791">
              <w:rPr>
                <w:rFonts w:ascii="Avenir Book" w:hAnsi="Avenir Book"/>
              </w:rPr>
              <w:drawing>
                <wp:inline distT="0" distB="0" distL="0" distR="0" wp14:anchorId="65AA8990" wp14:editId="09BD5E75">
                  <wp:extent cx="1004781" cy="82685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772" cy="83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right w:val="nil"/>
            </w:tcBorders>
          </w:tcPr>
          <w:p w14:paraId="17252067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274E25B5" w14:textId="1C8BA7B7" w:rsidR="00FF5AAB" w:rsidRDefault="00FF5AAB" w:rsidP="00FF5AAB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The exchange rate is $2.</w:t>
            </w:r>
            <w:proofErr w:type="gramStart"/>
            <w:r>
              <w:rPr>
                <w:rFonts w:ascii="Avenir Book" w:eastAsiaTheme="minorEastAsia" w:hAnsi="Avenir Book"/>
              </w:rPr>
              <w:t>7 :</w:t>
            </w:r>
            <w:proofErr w:type="gramEnd"/>
            <w:r>
              <w:rPr>
                <w:rFonts w:ascii="Avenir Book" w:eastAsiaTheme="minorEastAsia" w:hAnsi="Avenir Book"/>
              </w:rPr>
              <w:t xml:space="preserve"> £1</w:t>
            </w:r>
          </w:p>
          <w:p w14:paraId="34ADCEEE" w14:textId="74141103" w:rsidR="00FF5AAB" w:rsidRPr="000A63AF" w:rsidRDefault="00FF5AAB" w:rsidP="00FF5AAB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Change </w:t>
            </w:r>
            <w:r w:rsidR="00482F6C">
              <w:rPr>
                <w:rFonts w:ascii="Avenir Book" w:eastAsiaTheme="minorEastAsia" w:hAnsi="Avenir Book"/>
              </w:rPr>
              <w:t>£40 to dollars.</w:t>
            </w:r>
          </w:p>
          <w:p w14:paraId="4129D289" w14:textId="4B3E62EA" w:rsidR="00641107" w:rsidRPr="000A63AF" w:rsidRDefault="00641107" w:rsidP="00174F94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E20822" w:rsidRPr="00C240D5" w14:paraId="236AE8FD" w14:textId="77777777" w:rsidTr="00174F94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20C705A6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1D12B3C6" w14:textId="6D68DEF2" w:rsidR="00E20822" w:rsidRDefault="00613791" w:rsidP="00374EB2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Estimate</w:t>
            </w:r>
            <w:r w:rsidR="002F58DA">
              <w:rPr>
                <w:rFonts w:ascii="Avenir Book" w:hAnsi="Avenir Book"/>
              </w:rPr>
              <w:t xml:space="preserve"> the area of the circle which has a </w:t>
            </w:r>
            <w:r w:rsidR="0040787E">
              <w:rPr>
                <w:rFonts w:ascii="Avenir Book" w:hAnsi="Avenir Book"/>
              </w:rPr>
              <w:t>radius</w:t>
            </w:r>
            <w:r w:rsidR="002F58DA">
              <w:rPr>
                <w:rFonts w:ascii="Avenir Book" w:hAnsi="Avenir Book"/>
              </w:rPr>
              <w:t xml:space="preserve"> of </w:t>
            </w:r>
            <w:r w:rsidR="0040787E">
              <w:rPr>
                <w:rFonts w:ascii="Avenir Book" w:hAnsi="Avenir Book"/>
              </w:rPr>
              <w:t>5.3</w:t>
            </w:r>
            <w:r w:rsidR="002F58DA">
              <w:rPr>
                <w:rFonts w:ascii="Avenir Book" w:hAnsi="Avenir Book"/>
              </w:rPr>
              <w:t>cm:</w:t>
            </w:r>
          </w:p>
          <w:p w14:paraId="79EC8203" w14:textId="0A261E70" w:rsidR="002F58DA" w:rsidRPr="00C240D5" w:rsidRDefault="0040787E" w:rsidP="00374EB2">
            <w:pPr>
              <w:spacing w:before="120" w:after="0"/>
              <w:rPr>
                <w:rFonts w:ascii="Avenir Book" w:hAnsi="Avenir Book"/>
              </w:rPr>
            </w:pPr>
            <w:r w:rsidRPr="0040787E">
              <w:rPr>
                <w:rFonts w:ascii="Avenir Book" w:hAnsi="Avenir Book"/>
              </w:rPr>
              <w:drawing>
                <wp:inline distT="0" distB="0" distL="0" distR="0" wp14:anchorId="694CBF12" wp14:editId="20B2F2C9">
                  <wp:extent cx="729575" cy="70096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712" cy="708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0144AC66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5A083834" w14:textId="05DC08CD" w:rsidR="00374EB2" w:rsidRDefault="002F58DA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</w:t>
            </w:r>
            <w:r w:rsidR="000226A0">
              <w:rPr>
                <w:rFonts w:ascii="Avenir Book" w:hAnsi="Avenir Book"/>
              </w:rPr>
              <w:t xml:space="preserve">n object has mass </w:t>
            </w:r>
            <w:r w:rsidR="00BB7916">
              <w:rPr>
                <w:rFonts w:ascii="Avenir Book" w:hAnsi="Avenir Book"/>
              </w:rPr>
              <w:t>450k</w:t>
            </w:r>
            <w:r w:rsidR="000226A0">
              <w:rPr>
                <w:rFonts w:ascii="Avenir Book" w:hAnsi="Avenir Book"/>
              </w:rPr>
              <w:t>g</w:t>
            </w:r>
            <w:r w:rsidR="00BB7916">
              <w:rPr>
                <w:rFonts w:ascii="Avenir Book" w:hAnsi="Avenir Book"/>
              </w:rPr>
              <w:t xml:space="preserve"> </w:t>
            </w:r>
            <w:r w:rsidR="000226A0">
              <w:rPr>
                <w:rFonts w:ascii="Avenir Book" w:hAnsi="Avenir Book"/>
              </w:rPr>
              <w:t>and a volume of 50m</w:t>
            </w:r>
            <w:r w:rsidR="000226A0">
              <w:rPr>
                <w:rFonts w:ascii="Avenir Book" w:hAnsi="Avenir Book"/>
                <w:vertAlign w:val="superscript"/>
              </w:rPr>
              <w:t>3</w:t>
            </w:r>
            <w:r w:rsidR="00BB7916">
              <w:rPr>
                <w:rFonts w:ascii="Avenir Book" w:hAnsi="Avenir Book"/>
              </w:rPr>
              <w:t xml:space="preserve">.  </w:t>
            </w:r>
          </w:p>
          <w:p w14:paraId="1F5BE4F2" w14:textId="71536D85" w:rsidR="00BB7916" w:rsidRPr="00C240D5" w:rsidRDefault="00BB7916" w:rsidP="0064471D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 xml:space="preserve">What is its </w:t>
            </w:r>
            <w:r w:rsidR="000226A0">
              <w:rPr>
                <w:rFonts w:ascii="Avenir Book" w:hAnsi="Avenir Book"/>
              </w:rPr>
              <w:t>density</w:t>
            </w:r>
            <w:r>
              <w:rPr>
                <w:rFonts w:ascii="Avenir Book" w:hAnsi="Avenir Book"/>
              </w:rPr>
              <w:t>?</w:t>
            </w:r>
          </w:p>
        </w:tc>
      </w:tr>
      <w:tr w:rsidR="00E20822" w:rsidRPr="00C240D5" w14:paraId="6C58ECA0" w14:textId="77777777" w:rsidTr="00130AE0">
        <w:trPr>
          <w:trHeight w:val="1839"/>
        </w:trPr>
        <w:tc>
          <w:tcPr>
            <w:tcW w:w="421" w:type="dxa"/>
            <w:tcBorders>
              <w:right w:val="nil"/>
            </w:tcBorders>
          </w:tcPr>
          <w:p w14:paraId="5778F9EA" w14:textId="77777777" w:rsidR="00E20822" w:rsidRPr="00C240D5" w:rsidRDefault="0064471D" w:rsidP="0064471D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57187533" w14:textId="25B8E173" w:rsidR="00174F94" w:rsidRDefault="007E2C1A" w:rsidP="00174F94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2" behindDoc="0" locked="0" layoutInCell="1" allowOverlap="1" wp14:anchorId="47C4217A" wp14:editId="4CA50350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0AE0">
              <w:rPr>
                <w:rFonts w:ascii="Avenir Book" w:hAnsi="Avenir Book"/>
              </w:rPr>
              <w:t>Calculate the length</w:t>
            </w:r>
            <w:r w:rsidR="007817BF">
              <w:rPr>
                <w:rFonts w:ascii="Avenir Book" w:hAnsi="Avenir Book"/>
              </w:rPr>
              <w:t xml:space="preserve"> </w:t>
            </w:r>
            <w:r w:rsidR="00724D3C">
              <w:rPr>
                <w:rFonts w:ascii="Avenir Book" w:hAnsi="Avenir Book"/>
              </w:rPr>
              <w:t>of the diagonal</w:t>
            </w:r>
            <w:r w:rsidR="00130AE0">
              <w:rPr>
                <w:rFonts w:ascii="Avenir Book" w:hAnsi="Avenir Book"/>
              </w:rPr>
              <w:t>:</w:t>
            </w:r>
          </w:p>
          <w:p w14:paraId="3B05E618" w14:textId="5E670F00" w:rsidR="00374EB2" w:rsidRPr="00C240D5" w:rsidRDefault="0024688E" w:rsidP="007E2C1A">
            <w:pPr>
              <w:spacing w:before="120" w:after="0"/>
              <w:rPr>
                <w:rFonts w:ascii="Avenir Book" w:hAnsi="Avenir Book"/>
              </w:rPr>
            </w:pPr>
            <w:r w:rsidRPr="0024688E">
              <w:rPr>
                <w:rFonts w:ascii="Avenir Book" w:hAnsi="Avenir Book"/>
              </w:rPr>
              <w:drawing>
                <wp:inline distT="0" distB="0" distL="0" distR="0" wp14:anchorId="32B76006" wp14:editId="0F3A1A93">
                  <wp:extent cx="1274323" cy="926008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30" cy="932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31934C" w14:textId="77777777" w:rsidR="0040787E" w:rsidRDefault="0040787E" w:rsidP="0040787E">
      <w:pPr>
        <w:spacing w:after="120"/>
        <w:ind w:firstLine="720"/>
        <w:rPr>
          <w:rFonts w:ascii="Segoe Print" w:hAnsi="Segoe Print"/>
          <w:b/>
          <w:sz w:val="24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1314" behindDoc="0" locked="0" layoutInCell="1" allowOverlap="1" wp14:anchorId="3AD781C6" wp14:editId="789A4FE2">
            <wp:simplePos x="0" y="0"/>
            <wp:positionH relativeFrom="column">
              <wp:posOffset>-203643</wp:posOffset>
            </wp:positionH>
            <wp:positionV relativeFrom="paragraph">
              <wp:posOffset>-259447</wp:posOffset>
            </wp:positionV>
            <wp:extent cx="827405" cy="568325"/>
            <wp:effectExtent l="53340" t="0" r="0" b="0"/>
            <wp:wrapNone/>
            <wp:docPr id="9" name="Picture 9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40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60290" behindDoc="0" locked="0" layoutInCell="1" allowOverlap="1" wp14:anchorId="52F791D4" wp14:editId="7EA24E40">
            <wp:simplePos x="0" y="0"/>
            <wp:positionH relativeFrom="column">
              <wp:posOffset>7651750</wp:posOffset>
            </wp:positionH>
            <wp:positionV relativeFrom="paragraph">
              <wp:posOffset>19050</wp:posOffset>
            </wp:positionV>
            <wp:extent cx="827584" cy="568630"/>
            <wp:effectExtent l="53340" t="0" r="191135" b="0"/>
            <wp:wrapNone/>
            <wp:docPr id="10" name="Picture 10" descr="http://www.clker.com/cliparts/p/Z/j/0/b/H/stars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p/Z/j/0/b/H/stars-h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253049" flipH="1">
                      <a:off x="0" y="0"/>
                      <a:ext cx="827584" cy="5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119">
        <w:rPr>
          <w:rFonts w:ascii="Kristen ITC" w:hAnsi="Kristen ITC"/>
          <w:b/>
        </w:rPr>
        <w:t xml:space="preserve"> </w:t>
      </w:r>
      <w:r w:rsidRPr="0090117B">
        <w:rPr>
          <w:rFonts w:ascii="Segoe Print" w:hAnsi="Segoe Print"/>
          <w:b/>
          <w:sz w:val="24"/>
        </w:rPr>
        <w:t xml:space="preserve">BBQ </w:t>
      </w:r>
      <w:r>
        <w:rPr>
          <w:rFonts w:ascii="Segoe Print" w:hAnsi="Segoe Print"/>
          <w:b/>
          <w:sz w:val="24"/>
        </w:rPr>
        <w:t>30</w:t>
      </w:r>
      <w:r w:rsidRPr="0090117B">
        <w:rPr>
          <w:rFonts w:ascii="Segoe Print" w:hAnsi="Segoe Print"/>
          <w:b/>
          <w:sz w:val="24"/>
        </w:rPr>
        <w:t>.</w:t>
      </w:r>
      <w:r>
        <w:rPr>
          <w:rFonts w:ascii="Segoe Print" w:hAnsi="Segoe Print"/>
          <w:b/>
          <w:sz w:val="24"/>
        </w:rPr>
        <w:t>3</w:t>
      </w:r>
      <w:r w:rsidRPr="0090117B">
        <w:rPr>
          <w:rFonts w:ascii="Segoe Print" w:hAnsi="Segoe Print"/>
          <w:b/>
          <w:sz w:val="24"/>
        </w:rPr>
        <w:t xml:space="preserve"> FOUNDATION</w:t>
      </w:r>
      <w:r>
        <w:rPr>
          <w:rFonts w:ascii="Segoe Print" w:hAnsi="Segoe Print"/>
          <w:b/>
          <w:sz w:val="24"/>
        </w:rPr>
        <w:tab/>
        <w:t>Formula and Facts Revision</w:t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  <w:r>
        <w:rPr>
          <w:rFonts w:ascii="Segoe Print" w:hAnsi="Segoe Print"/>
          <w:b/>
          <w:sz w:val="24"/>
        </w:rPr>
        <w:tab/>
      </w:r>
    </w:p>
    <w:p w14:paraId="30ECAFEA" w14:textId="17831E1C" w:rsidR="0040787E" w:rsidRDefault="0040787E" w:rsidP="0040787E">
      <w:pPr>
        <w:spacing w:after="120"/>
        <w:ind w:firstLine="720"/>
        <w:rPr>
          <w:rFonts w:ascii="Segoe Print" w:hAnsi="Segoe Print"/>
          <w:b/>
          <w:sz w:val="24"/>
        </w:rPr>
      </w:pPr>
    </w:p>
    <w:tbl>
      <w:tblPr>
        <w:tblStyle w:val="TableGrid"/>
        <w:tblpPr w:leftFromText="180" w:rightFromText="180" w:vertAnchor="text" w:horzAnchor="margin" w:tblpY="-2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425"/>
        <w:gridCol w:w="4961"/>
      </w:tblGrid>
      <w:tr w:rsidR="0040787E" w:rsidRPr="000A63AF" w14:paraId="7901D618" w14:textId="77777777" w:rsidTr="00EA5960">
        <w:trPr>
          <w:trHeight w:val="1694"/>
        </w:trPr>
        <w:tc>
          <w:tcPr>
            <w:tcW w:w="421" w:type="dxa"/>
            <w:tcBorders>
              <w:right w:val="nil"/>
            </w:tcBorders>
          </w:tcPr>
          <w:p w14:paraId="03256DAB" w14:textId="77777777" w:rsidR="0040787E" w:rsidRPr="00C240D5" w:rsidRDefault="0040787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 w:rsidRPr="00C240D5">
              <w:rPr>
                <w:rFonts w:ascii="Avenir Book" w:hAnsi="Avenir Book"/>
              </w:rPr>
              <w:t>1</w:t>
            </w:r>
            <w:r>
              <w:rPr>
                <w:rFonts w:ascii="Avenir Book" w:hAnsi="Avenir Book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14:paraId="4DECDB70" w14:textId="77777777" w:rsidR="0040787E" w:rsidRDefault="0040787E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 xml:space="preserve"> Calculate area of the triangle:</w:t>
            </w:r>
          </w:p>
          <w:p w14:paraId="12AB38E0" w14:textId="77777777" w:rsidR="0040787E" w:rsidRPr="00FB0E81" w:rsidRDefault="0040787E" w:rsidP="00EA5960">
            <w:pPr>
              <w:tabs>
                <w:tab w:val="left" w:pos="1440"/>
              </w:tabs>
              <w:spacing w:before="120" w:after="0"/>
              <w:jc w:val="both"/>
              <w:rPr>
                <w:rFonts w:ascii="Avenir Book" w:hAnsi="Avenir Book"/>
              </w:rPr>
            </w:pPr>
            <w:r w:rsidRPr="00613791">
              <w:rPr>
                <w:rFonts w:ascii="Avenir Book" w:hAnsi="Avenir Book"/>
              </w:rPr>
              <w:drawing>
                <wp:inline distT="0" distB="0" distL="0" distR="0" wp14:anchorId="4DAC951B" wp14:editId="70E11914">
                  <wp:extent cx="1004781" cy="826851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772" cy="83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right w:val="nil"/>
            </w:tcBorders>
          </w:tcPr>
          <w:p w14:paraId="4DB1A40B" w14:textId="77777777" w:rsidR="0040787E" w:rsidRPr="00C240D5" w:rsidRDefault="0040787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2)</w:t>
            </w:r>
          </w:p>
        </w:tc>
        <w:tc>
          <w:tcPr>
            <w:tcW w:w="4961" w:type="dxa"/>
            <w:tcBorders>
              <w:left w:val="nil"/>
            </w:tcBorders>
          </w:tcPr>
          <w:p w14:paraId="32EF1C74" w14:textId="77777777" w:rsidR="0040787E" w:rsidRDefault="0040787E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The exchange rate is $2.</w:t>
            </w:r>
            <w:proofErr w:type="gramStart"/>
            <w:r>
              <w:rPr>
                <w:rFonts w:ascii="Avenir Book" w:eastAsiaTheme="minorEastAsia" w:hAnsi="Avenir Book"/>
              </w:rPr>
              <w:t>7 :</w:t>
            </w:r>
            <w:proofErr w:type="gramEnd"/>
            <w:r>
              <w:rPr>
                <w:rFonts w:ascii="Avenir Book" w:eastAsiaTheme="minorEastAsia" w:hAnsi="Avenir Book"/>
              </w:rPr>
              <w:t xml:space="preserve"> £1</w:t>
            </w:r>
          </w:p>
          <w:p w14:paraId="1A235B8B" w14:textId="77777777" w:rsidR="0040787E" w:rsidRPr="000A63AF" w:rsidRDefault="0040787E" w:rsidP="00EA5960">
            <w:pPr>
              <w:spacing w:before="120" w:after="0"/>
              <w:rPr>
                <w:rFonts w:ascii="Avenir Book" w:eastAsiaTheme="minorEastAsia" w:hAnsi="Avenir Book"/>
              </w:rPr>
            </w:pPr>
            <w:r>
              <w:rPr>
                <w:rFonts w:ascii="Avenir Book" w:eastAsiaTheme="minorEastAsia" w:hAnsi="Avenir Book"/>
              </w:rPr>
              <w:t>Change £40 to dollars.</w:t>
            </w:r>
          </w:p>
          <w:p w14:paraId="597BAF53" w14:textId="77777777" w:rsidR="0040787E" w:rsidRPr="000A63AF" w:rsidRDefault="0040787E" w:rsidP="00EA5960">
            <w:pPr>
              <w:spacing w:before="120" w:after="0"/>
              <w:rPr>
                <w:rFonts w:ascii="Avenir Book" w:eastAsiaTheme="minorEastAsia" w:hAnsi="Avenir Book"/>
              </w:rPr>
            </w:pPr>
          </w:p>
        </w:tc>
      </w:tr>
      <w:tr w:rsidR="0040787E" w:rsidRPr="00C240D5" w14:paraId="730689AE" w14:textId="77777777" w:rsidTr="00EA5960">
        <w:trPr>
          <w:trHeight w:val="1547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14:paraId="567F59D8" w14:textId="77777777" w:rsidR="0040787E" w:rsidRPr="00C240D5" w:rsidRDefault="0040787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3)</w:t>
            </w:r>
          </w:p>
        </w:tc>
        <w:tc>
          <w:tcPr>
            <w:tcW w:w="4394" w:type="dxa"/>
            <w:tcBorders>
              <w:left w:val="nil"/>
              <w:bottom w:val="single" w:sz="4" w:space="0" w:color="auto"/>
            </w:tcBorders>
          </w:tcPr>
          <w:p w14:paraId="6EA68883" w14:textId="77777777" w:rsidR="0040787E" w:rsidRDefault="0040787E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Estimate the area of the circle which has a radius of 5.3cm:</w:t>
            </w:r>
          </w:p>
          <w:p w14:paraId="14435A0D" w14:textId="1DFD53F9" w:rsidR="0040787E" w:rsidRPr="00C240D5" w:rsidRDefault="0040787E" w:rsidP="00EA5960">
            <w:pPr>
              <w:spacing w:before="120" w:after="0"/>
              <w:rPr>
                <w:rFonts w:ascii="Avenir Book" w:hAnsi="Avenir Book"/>
              </w:rPr>
            </w:pPr>
            <w:r w:rsidRPr="0040787E">
              <w:rPr>
                <w:rFonts w:ascii="Avenir Book" w:hAnsi="Avenir Book"/>
              </w:rPr>
              <w:drawing>
                <wp:inline distT="0" distB="0" distL="0" distR="0" wp14:anchorId="068C002B" wp14:editId="43EF1450">
                  <wp:extent cx="729575" cy="70096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712" cy="708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14:paraId="76E268E8" w14:textId="77777777" w:rsidR="0040787E" w:rsidRPr="00C240D5" w:rsidRDefault="0040787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4)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</w:tcBorders>
          </w:tcPr>
          <w:p w14:paraId="66DF715C" w14:textId="77777777" w:rsidR="0040787E" w:rsidRDefault="0040787E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An object has mass 450kg and a volume of 50m</w:t>
            </w:r>
            <w:r>
              <w:rPr>
                <w:rFonts w:ascii="Avenir Book" w:hAnsi="Avenir Book"/>
                <w:vertAlign w:val="superscript"/>
              </w:rPr>
              <w:t>3</w:t>
            </w:r>
            <w:r>
              <w:rPr>
                <w:rFonts w:ascii="Avenir Book" w:hAnsi="Avenir Book"/>
              </w:rPr>
              <w:t xml:space="preserve">.  </w:t>
            </w:r>
          </w:p>
          <w:p w14:paraId="250CB19D" w14:textId="77777777" w:rsidR="0040787E" w:rsidRPr="00C240D5" w:rsidRDefault="0040787E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What is its density?</w:t>
            </w:r>
          </w:p>
        </w:tc>
      </w:tr>
      <w:tr w:rsidR="0040787E" w:rsidRPr="00C240D5" w14:paraId="518D753D" w14:textId="77777777" w:rsidTr="00EA5960">
        <w:trPr>
          <w:trHeight w:val="1839"/>
        </w:trPr>
        <w:tc>
          <w:tcPr>
            <w:tcW w:w="421" w:type="dxa"/>
            <w:tcBorders>
              <w:right w:val="nil"/>
            </w:tcBorders>
          </w:tcPr>
          <w:p w14:paraId="5CDCDA83" w14:textId="77777777" w:rsidR="0040787E" w:rsidRPr="00C240D5" w:rsidRDefault="0040787E" w:rsidP="00EA5960">
            <w:pPr>
              <w:spacing w:before="120" w:after="0"/>
              <w:jc w:val="center"/>
              <w:rPr>
                <w:rFonts w:ascii="Avenir Book" w:hAnsi="Avenir Book"/>
              </w:rPr>
            </w:pPr>
            <w:r>
              <w:rPr>
                <w:rFonts w:ascii="Avenir Book" w:hAnsi="Avenir Book"/>
              </w:rPr>
              <w:t>5)</w:t>
            </w:r>
          </w:p>
        </w:tc>
        <w:tc>
          <w:tcPr>
            <w:tcW w:w="9780" w:type="dxa"/>
            <w:gridSpan w:val="3"/>
            <w:tcBorders>
              <w:left w:val="nil"/>
            </w:tcBorders>
          </w:tcPr>
          <w:p w14:paraId="1FB7A8A3" w14:textId="77777777" w:rsidR="0040787E" w:rsidRDefault="0040787E" w:rsidP="00EA5960">
            <w:pPr>
              <w:spacing w:before="120" w:after="0"/>
              <w:rPr>
                <w:rFonts w:ascii="Avenir Book" w:hAnsi="Avenir Book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2338" behindDoc="0" locked="0" layoutInCell="1" allowOverlap="1" wp14:anchorId="45EB1EB9" wp14:editId="68067AFE">
                  <wp:simplePos x="0" y="0"/>
                  <wp:positionH relativeFrom="column">
                    <wp:posOffset>5715586</wp:posOffset>
                  </wp:positionH>
                  <wp:positionV relativeFrom="paragraph">
                    <wp:posOffset>542095</wp:posOffset>
                  </wp:positionV>
                  <wp:extent cx="572188" cy="401760"/>
                  <wp:effectExtent l="0" t="0" r="0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athsZest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188" cy="401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venir Book" w:hAnsi="Avenir Book"/>
              </w:rPr>
              <w:t>Calculate the length of the diagonal:</w:t>
            </w:r>
          </w:p>
          <w:p w14:paraId="63CD2EE8" w14:textId="77777777" w:rsidR="0040787E" w:rsidRPr="00C240D5" w:rsidRDefault="0040787E" w:rsidP="00EA5960">
            <w:pPr>
              <w:spacing w:before="120" w:after="0"/>
              <w:rPr>
                <w:rFonts w:ascii="Avenir Book" w:hAnsi="Avenir Book"/>
              </w:rPr>
            </w:pPr>
            <w:r w:rsidRPr="0024688E">
              <w:rPr>
                <w:rFonts w:ascii="Avenir Book" w:hAnsi="Avenir Book"/>
              </w:rPr>
              <w:drawing>
                <wp:inline distT="0" distB="0" distL="0" distR="0" wp14:anchorId="5BA94FAB" wp14:editId="09623475">
                  <wp:extent cx="1274323" cy="926008"/>
                  <wp:effectExtent l="0" t="0" r="0" b="12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30" cy="932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C000C3" w14:textId="74E5E92E" w:rsidR="00130AE0" w:rsidRDefault="00130AE0" w:rsidP="00130AE0">
      <w:pPr>
        <w:spacing w:after="120"/>
        <w:ind w:firstLine="720"/>
        <w:rPr>
          <w:rFonts w:ascii="Kristen ITC" w:hAnsi="Kristen ITC"/>
          <w:b/>
        </w:rPr>
      </w:pPr>
    </w:p>
    <w:sectPr w:rsidR="00130AE0" w:rsidSect="00525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EB2"/>
    <w:rsid w:val="000226A0"/>
    <w:rsid w:val="00051E75"/>
    <w:rsid w:val="00095E45"/>
    <w:rsid w:val="000A43CA"/>
    <w:rsid w:val="000A63AF"/>
    <w:rsid w:val="00130AE0"/>
    <w:rsid w:val="00174F94"/>
    <w:rsid w:val="001826A9"/>
    <w:rsid w:val="00213C21"/>
    <w:rsid w:val="0024688E"/>
    <w:rsid w:val="002D06F2"/>
    <w:rsid w:val="002D5D86"/>
    <w:rsid w:val="002F58DA"/>
    <w:rsid w:val="00313D40"/>
    <w:rsid w:val="00333535"/>
    <w:rsid w:val="00374EB2"/>
    <w:rsid w:val="003F51D8"/>
    <w:rsid w:val="0040787E"/>
    <w:rsid w:val="00482F6C"/>
    <w:rsid w:val="00505FC9"/>
    <w:rsid w:val="00525119"/>
    <w:rsid w:val="005C118C"/>
    <w:rsid w:val="00613791"/>
    <w:rsid w:val="00641107"/>
    <w:rsid w:val="0064471D"/>
    <w:rsid w:val="006745A2"/>
    <w:rsid w:val="00705472"/>
    <w:rsid w:val="00724D3C"/>
    <w:rsid w:val="007817BF"/>
    <w:rsid w:val="007B4226"/>
    <w:rsid w:val="007C5701"/>
    <w:rsid w:val="007E2C1A"/>
    <w:rsid w:val="00877DD6"/>
    <w:rsid w:val="0090117B"/>
    <w:rsid w:val="00936770"/>
    <w:rsid w:val="0099142F"/>
    <w:rsid w:val="009D5FA0"/>
    <w:rsid w:val="00AD3C1A"/>
    <w:rsid w:val="00BB7916"/>
    <w:rsid w:val="00BE7AC9"/>
    <w:rsid w:val="00C240D5"/>
    <w:rsid w:val="00C41860"/>
    <w:rsid w:val="00D51195"/>
    <w:rsid w:val="00DB511B"/>
    <w:rsid w:val="00E20822"/>
    <w:rsid w:val="00E7749A"/>
    <w:rsid w:val="00EC4CCA"/>
    <w:rsid w:val="00FB0E81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4DDC"/>
  <w15:docId w15:val="{FACC3C83-A57B-EE48-AAB5-AD24F205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3A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11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A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C4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02377298a91b593d/Mathszest/Resources/BBQs/BBQ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BBQ%20Template.dotx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Cooper</dc:creator>
  <cp:lastModifiedBy>Nikki Cooper</cp:lastModifiedBy>
  <cp:revision>4</cp:revision>
  <dcterms:created xsi:type="dcterms:W3CDTF">2019-06-05T20:02:00Z</dcterms:created>
  <dcterms:modified xsi:type="dcterms:W3CDTF">2019-06-05T20:07:00Z</dcterms:modified>
</cp:coreProperties>
</file>